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C3C2E" w14:textId="77777777" w:rsidR="00D97870" w:rsidRDefault="00915BDE" w:rsidP="00D97870">
      <w:pPr>
        <w:ind w:left="540" w:hanging="540"/>
        <w:jc w:val="center"/>
        <w:rPr>
          <w:rFonts w:ascii="Arial" w:hAnsi="Arial" w:cs="Arial"/>
          <w:b/>
          <w:snapToGrid w:val="0"/>
          <w:sz w:val="20"/>
          <w:lang w:val="de-DE"/>
        </w:rPr>
      </w:pPr>
      <w:r w:rsidRPr="00663831">
        <w:rPr>
          <w:rFonts w:ascii="Arial" w:hAnsi="Arial" w:cs="Arial"/>
          <w:b/>
          <w:snapToGrid w:val="0"/>
          <w:sz w:val="20"/>
          <w:lang w:val="de-DE"/>
        </w:rPr>
        <w:t>S</w:t>
      </w:r>
      <w:r>
        <w:rPr>
          <w:rFonts w:ascii="Arial" w:hAnsi="Arial" w:cs="Arial"/>
          <w:b/>
          <w:snapToGrid w:val="0"/>
          <w:sz w:val="20"/>
          <w:lang w:val="de-DE"/>
        </w:rPr>
        <w:t>.5</w:t>
      </w:r>
      <w:r w:rsidR="00490CC4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="00490CC4">
        <w:rPr>
          <w:rFonts w:ascii="Arial" w:hAnsi="Arial" w:cs="Arial"/>
          <w:b/>
          <w:snapToGrid w:val="0"/>
          <w:sz w:val="20"/>
          <w:lang w:val="de-DE"/>
        </w:rPr>
        <w:tab/>
        <w:t xml:space="preserve">Überprüfung der 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>technisch</w:t>
      </w:r>
      <w:r w:rsidR="00490CC4">
        <w:rPr>
          <w:rFonts w:ascii="Arial" w:hAnsi="Arial" w:cs="Arial"/>
          <w:b/>
          <w:snapToGrid w:val="0"/>
          <w:sz w:val="20"/>
          <w:lang w:val="de-DE"/>
        </w:rPr>
        <w:t>-fachlichen Eignung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des Unternehmers – </w:t>
      </w:r>
    </w:p>
    <w:p w14:paraId="7C9D5E30" w14:textId="77777777" w:rsidR="00915BDE" w:rsidRDefault="00915BDE" w:rsidP="00D97870">
      <w:pPr>
        <w:ind w:left="540" w:hanging="540"/>
        <w:jc w:val="center"/>
        <w:rPr>
          <w:rFonts w:ascii="Arial" w:hAnsi="Arial" w:cs="Arial"/>
          <w:b/>
          <w:snapToGrid w:val="0"/>
          <w:sz w:val="20"/>
          <w:lang w:val="de-DE"/>
        </w:rPr>
      </w:pPr>
      <w:r w:rsidRPr="00663831">
        <w:rPr>
          <w:rFonts w:ascii="Arial" w:hAnsi="Arial" w:cs="Arial"/>
          <w:b/>
          <w:snapToGrid w:val="0"/>
          <w:sz w:val="20"/>
          <w:lang w:val="de-DE"/>
        </w:rPr>
        <w:t>Art</w:t>
      </w:r>
      <w:r w:rsidR="00490CC4">
        <w:rPr>
          <w:rFonts w:ascii="Arial" w:hAnsi="Arial" w:cs="Arial"/>
          <w:b/>
          <w:snapToGrid w:val="0"/>
          <w:sz w:val="20"/>
          <w:lang w:val="de-DE"/>
        </w:rPr>
        <w:t>.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90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,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Absatz 9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,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Buchstabe a – Anhang XVII des Einheitstextes (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GVD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>. 81/08) i.g.F.</w:t>
      </w:r>
    </w:p>
    <w:p w14:paraId="3C336175" w14:textId="77777777" w:rsidR="00DE079A" w:rsidRPr="00915BDE" w:rsidRDefault="00DE079A" w:rsidP="00915BDE">
      <w:pPr>
        <w:ind w:left="540" w:hanging="540"/>
        <w:jc w:val="both"/>
        <w:rPr>
          <w:rFonts w:ascii="Arial" w:hAnsi="Arial" w:cs="Arial"/>
          <w:snapToGrid w:val="0"/>
          <w:color w:val="000000"/>
          <w:sz w:val="20"/>
          <w:lang w:val="de-DE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671"/>
      </w:tblGrid>
      <w:tr w:rsidR="00915BDE" w:rsidRPr="00663831" w14:paraId="186BF026" w14:textId="77777777">
        <w:tc>
          <w:tcPr>
            <w:tcW w:w="1992" w:type="pct"/>
            <w:shd w:val="clear" w:color="auto" w:fill="auto"/>
            <w:vAlign w:val="center"/>
          </w:tcPr>
          <w:p w14:paraId="1A2E8F76" w14:textId="77777777" w:rsidR="00915BDE" w:rsidRPr="00663831" w:rsidRDefault="00915BDE" w:rsidP="005A77DC">
            <w:pPr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b/>
                <w:snapToGrid w:val="0"/>
                <w:sz w:val="16"/>
                <w:lang w:val="de-DE"/>
              </w:rPr>
              <w:t>Datum und Ort</w:t>
            </w:r>
          </w:p>
        </w:tc>
        <w:tc>
          <w:tcPr>
            <w:tcW w:w="3008" w:type="pct"/>
            <w:shd w:val="clear" w:color="auto" w:fill="auto"/>
          </w:tcPr>
          <w:p w14:paraId="07426010" w14:textId="77777777" w:rsidR="00915BDE" w:rsidRPr="00663831" w:rsidRDefault="00915BDE" w:rsidP="009A7E63">
            <w:pPr>
              <w:jc w:val="both"/>
              <w:rPr>
                <w:rFonts w:ascii="Arial" w:hAnsi="Arial" w:cs="Arial"/>
                <w:sz w:val="16"/>
                <w:lang w:val="de-DE"/>
              </w:rPr>
            </w:pPr>
            <w:r w:rsidRPr="00663831">
              <w:rPr>
                <w:rFonts w:ascii="Arial" w:hAnsi="Arial" w:cs="Arial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663831">
              <w:rPr>
                <w:rFonts w:ascii="Arial" w:hAnsi="Arial" w:cs="Arial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z w:val="16"/>
                <w:lang w:val="de-DE"/>
              </w:rPr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end"/>
            </w:r>
            <w:bookmarkEnd w:id="0"/>
          </w:p>
        </w:tc>
      </w:tr>
      <w:tr w:rsidR="00915BDE" w:rsidRPr="00663831" w14:paraId="08AAB163" w14:textId="77777777">
        <w:tc>
          <w:tcPr>
            <w:tcW w:w="1992" w:type="pct"/>
            <w:shd w:val="clear" w:color="auto" w:fill="FFFFFF"/>
          </w:tcPr>
          <w:p w14:paraId="7FE8AD54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  <w:tc>
          <w:tcPr>
            <w:tcW w:w="3008" w:type="pct"/>
            <w:shd w:val="clear" w:color="auto" w:fill="FFFFFF"/>
          </w:tcPr>
          <w:p w14:paraId="1C4E7351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</w:tr>
      <w:tr w:rsidR="00915BDE" w:rsidRPr="00663831" w14:paraId="1FC53DD5" w14:textId="77777777">
        <w:tc>
          <w:tcPr>
            <w:tcW w:w="1992" w:type="pct"/>
            <w:shd w:val="clear" w:color="auto" w:fill="FFFFFF"/>
            <w:vAlign w:val="bottom"/>
          </w:tcPr>
          <w:p w14:paraId="1763D6F8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Auftraggeber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6C3A9DD1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1"/>
          </w:p>
        </w:tc>
      </w:tr>
      <w:tr w:rsidR="00915BDE" w:rsidRPr="00663831" w14:paraId="42DE4C1D" w14:textId="77777777">
        <w:tc>
          <w:tcPr>
            <w:tcW w:w="1992" w:type="pct"/>
            <w:shd w:val="clear" w:color="auto" w:fill="FFFFFF"/>
            <w:vAlign w:val="bottom"/>
          </w:tcPr>
          <w:p w14:paraId="6CE1E539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Bauvorhaben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123BB89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2"/>
          </w:p>
        </w:tc>
      </w:tr>
      <w:tr w:rsidR="00915BDE" w:rsidRPr="00663831" w14:paraId="4E2FE27B" w14:textId="77777777">
        <w:tc>
          <w:tcPr>
            <w:tcW w:w="1992" w:type="pct"/>
            <w:shd w:val="clear" w:color="auto" w:fill="FFFFFF"/>
            <w:vAlign w:val="bottom"/>
          </w:tcPr>
          <w:p w14:paraId="651ACA1A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4FC831EB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3"/>
          </w:p>
        </w:tc>
      </w:tr>
      <w:tr w:rsidR="00915BDE" w:rsidRPr="00663831" w14:paraId="2D369E37" w14:textId="77777777">
        <w:tc>
          <w:tcPr>
            <w:tcW w:w="1992" w:type="pct"/>
            <w:shd w:val="clear" w:color="auto" w:fill="FFFFFF"/>
            <w:vAlign w:val="bottom"/>
          </w:tcPr>
          <w:p w14:paraId="1E1067EB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Kodex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66F7709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4"/>
          </w:p>
        </w:tc>
      </w:tr>
      <w:tr w:rsidR="00915BDE" w:rsidRPr="00663831" w14:paraId="02FECE38" w14:textId="77777777">
        <w:tc>
          <w:tcPr>
            <w:tcW w:w="1992" w:type="pct"/>
            <w:shd w:val="clear" w:color="auto" w:fill="FFFFFF"/>
            <w:vAlign w:val="bottom"/>
          </w:tcPr>
          <w:p w14:paraId="236066E5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44581A89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</w:tr>
      <w:tr w:rsidR="00915BDE" w:rsidRPr="00663831" w14:paraId="4696C60B" w14:textId="77777777">
        <w:tc>
          <w:tcPr>
            <w:tcW w:w="1992" w:type="pct"/>
            <w:shd w:val="clear" w:color="auto" w:fill="FFFFFF"/>
            <w:vAlign w:val="bottom"/>
          </w:tcPr>
          <w:p w14:paraId="0439E2A9" w14:textId="77777777" w:rsidR="00915BDE" w:rsidRPr="00663831" w:rsidRDefault="006D3B6D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Einziger </w:t>
            </w:r>
            <w:r w:rsidR="00B42FB9">
              <w:rPr>
                <w:rFonts w:ascii="Arial" w:hAnsi="Arial" w:cs="Arial"/>
                <w:snapToGrid w:val="0"/>
                <w:sz w:val="16"/>
                <w:lang w:val="de-DE"/>
              </w:rPr>
              <w:t>Verfahrensverantwortliche (</w:t>
            </w:r>
            <w:r w:rsidR="00D97870">
              <w:rPr>
                <w:rFonts w:ascii="Arial" w:hAnsi="Arial" w:cs="Arial"/>
                <w:snapToGrid w:val="0"/>
                <w:sz w:val="16"/>
                <w:lang w:val="de-DE"/>
              </w:rPr>
              <w:t>EVV</w:t>
            </w:r>
            <w:r w:rsidR="00B42FB9">
              <w:rPr>
                <w:rFonts w:ascii="Arial" w:hAnsi="Arial" w:cs="Arial"/>
                <w:snapToGrid w:val="0"/>
                <w:sz w:val="16"/>
                <w:lang w:val="de-DE"/>
              </w:rPr>
              <w:t>)</w:t>
            </w:r>
            <w:r w:rsidR="00D97870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/</w:t>
            </w:r>
            <w:r w:rsidR="00D97870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Ve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r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antwortlicher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BB9163C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1F9AA3E0" w14:textId="77777777">
        <w:tc>
          <w:tcPr>
            <w:tcW w:w="1992" w:type="pct"/>
            <w:shd w:val="clear" w:color="auto" w:fill="FFFFFF"/>
            <w:vAlign w:val="bottom"/>
          </w:tcPr>
          <w:p w14:paraId="21385EC7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Sicherheitskoordinator in der </w:t>
            </w:r>
            <w:r w:rsidR="006D3B6D">
              <w:rPr>
                <w:rFonts w:ascii="Arial" w:hAnsi="Arial" w:cs="Arial"/>
                <w:snapToGrid w:val="0"/>
                <w:sz w:val="16"/>
                <w:lang w:val="de-DE"/>
              </w:rPr>
              <w:t>Baua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usführung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0A98B66A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346C43EE" w14:textId="77777777">
        <w:tc>
          <w:tcPr>
            <w:tcW w:w="1992" w:type="pct"/>
            <w:shd w:val="clear" w:color="auto" w:fill="FFFFFF"/>
            <w:vAlign w:val="bottom"/>
          </w:tcPr>
          <w:p w14:paraId="0A8D9807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Bauleiter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50DFB3D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55F06489" w14:textId="77777777">
        <w:tc>
          <w:tcPr>
            <w:tcW w:w="1992" w:type="pct"/>
            <w:shd w:val="clear" w:color="auto" w:fill="FFFFFF"/>
            <w:vAlign w:val="bottom"/>
          </w:tcPr>
          <w:p w14:paraId="3876C32D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3F2A544A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</w:tr>
      <w:tr w:rsidR="00915BDE" w:rsidRPr="00663831" w14:paraId="77275F6A" w14:textId="77777777">
        <w:tc>
          <w:tcPr>
            <w:tcW w:w="1992" w:type="pct"/>
            <w:shd w:val="clear" w:color="auto" w:fill="FFFFFF"/>
            <w:vAlign w:val="bottom"/>
          </w:tcPr>
          <w:p w14:paraId="024DCAD1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Auftragnehmer/Selbständiger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D6A6EBE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5279E325" w14:textId="77777777">
        <w:trPr>
          <w:trHeight w:val="172"/>
        </w:trPr>
        <w:tc>
          <w:tcPr>
            <w:tcW w:w="1992" w:type="pct"/>
            <w:shd w:val="clear" w:color="auto" w:fill="FFFFFF"/>
            <w:vAlign w:val="bottom"/>
          </w:tcPr>
          <w:p w14:paraId="3C84681C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mit </w:t>
            </w:r>
            <w:r w:rsidR="007C7BD1">
              <w:rPr>
                <w:rFonts w:ascii="Arial" w:hAnsi="Arial" w:cs="Arial"/>
                <w:snapToGrid w:val="0"/>
                <w:sz w:val="16"/>
                <w:lang w:val="de-DE"/>
              </w:rPr>
              <w:t>S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itz in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E9AC4BA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09BCFAE0" w14:textId="77777777">
        <w:tc>
          <w:tcPr>
            <w:tcW w:w="1992" w:type="pct"/>
            <w:shd w:val="clear" w:color="auto" w:fill="FFFFFF"/>
            <w:vAlign w:val="bottom"/>
          </w:tcPr>
          <w:p w14:paraId="290BD889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467ECE4B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</w:p>
        </w:tc>
      </w:tr>
      <w:tr w:rsidR="00915BDE" w:rsidRPr="00663831" w14:paraId="7012B256" w14:textId="77777777">
        <w:tc>
          <w:tcPr>
            <w:tcW w:w="1992" w:type="pct"/>
            <w:shd w:val="clear" w:color="auto" w:fill="FFFFFF"/>
            <w:vAlign w:val="bottom"/>
          </w:tcPr>
          <w:p w14:paraId="31F11EDF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Antrag </w:t>
            </w:r>
            <w:r w:rsidR="007C7BD1">
              <w:rPr>
                <w:rFonts w:ascii="Arial" w:hAnsi="Arial" w:cs="Arial"/>
                <w:snapToGrid w:val="0"/>
                <w:sz w:val="16"/>
                <w:lang w:val="de-DE"/>
              </w:rPr>
              <w:t>Dokumentation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 (Datum)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0A3A0D08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</w:tbl>
    <w:p w14:paraId="1850838F" w14:textId="77777777" w:rsidR="00915BDE" w:rsidRDefault="00915BDE" w:rsidP="00915BDE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63D3B13B" w14:textId="77777777" w:rsidR="00915BDE" w:rsidRDefault="009B4365" w:rsidP="009B4365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lang w:val="de-DE"/>
        </w:rPr>
      </w:pPr>
      <w:r w:rsidRPr="009B4365">
        <w:rPr>
          <w:rFonts w:ascii="OpenSymbol" w:hAnsi="OpenSymbol" w:cs="Arial"/>
          <w:snapToGrid w:val="0"/>
          <w:color w:val="000000"/>
          <w:szCs w:val="24"/>
          <w:lang w:val="de-DE"/>
        </w:rPr>
        <w:t>□</w:t>
      </w:r>
      <w:r>
        <w:rPr>
          <w:rFonts w:ascii="OpenSymbol" w:hAnsi="OpenSymbol" w:cs="Arial"/>
          <w:snapToGrid w:val="0"/>
          <w:color w:val="000000"/>
          <w:szCs w:val="24"/>
          <w:lang w:val="de-DE"/>
        </w:rPr>
        <w:t xml:space="preserve"> </w:t>
      </w:r>
      <w:r w:rsidR="00915BDE">
        <w:rPr>
          <w:rFonts w:ascii="Arial" w:hAnsi="Arial" w:cs="Arial"/>
          <w:snapToGrid w:val="0"/>
          <w:sz w:val="16"/>
          <w:lang w:val="de-DE"/>
        </w:rPr>
        <w:t xml:space="preserve">Der Auftragnehmer (Unternehmen) hat die folgende </w:t>
      </w:r>
      <w:r w:rsidR="00655B9F">
        <w:rPr>
          <w:rFonts w:ascii="Arial" w:hAnsi="Arial" w:cs="Arial"/>
          <w:snapToGrid w:val="0"/>
          <w:sz w:val="16"/>
          <w:lang w:val="de-DE"/>
        </w:rPr>
        <w:t>Dokumentation abgegeben</w:t>
      </w:r>
      <w:r w:rsidR="00915BDE">
        <w:rPr>
          <w:rFonts w:ascii="Arial" w:hAnsi="Arial" w:cs="Arial"/>
          <w:snapToGrid w:val="0"/>
          <w:sz w:val="16"/>
          <w:lang w:val="de-DE"/>
        </w:rPr>
        <w:t xml:space="preserve">: </w:t>
      </w:r>
    </w:p>
    <w:tbl>
      <w:tblPr>
        <w:tblStyle w:val="Tabellenraster"/>
        <w:tblW w:w="5096" w:type="pct"/>
        <w:tblLook w:val="01E0" w:firstRow="1" w:lastRow="1" w:firstColumn="1" w:lastColumn="1" w:noHBand="0" w:noVBand="0"/>
      </w:tblPr>
      <w:tblGrid>
        <w:gridCol w:w="3795"/>
        <w:gridCol w:w="3543"/>
        <w:gridCol w:w="2126"/>
      </w:tblGrid>
      <w:tr w:rsidR="00915BDE" w14:paraId="07DC8C63" w14:textId="77777777" w:rsidTr="00DE079A">
        <w:tc>
          <w:tcPr>
            <w:tcW w:w="2005" w:type="pct"/>
            <w:tcBorders>
              <w:bottom w:val="single" w:sz="4" w:space="0" w:color="auto"/>
            </w:tcBorders>
            <w:shd w:val="clear" w:color="auto" w:fill="E6E6E6"/>
          </w:tcPr>
          <w:p w14:paraId="4B430BAF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66241DF3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Verlangte Unterlagen</w:t>
            </w:r>
          </w:p>
          <w:p w14:paraId="129DEA44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  <w:shd w:val="clear" w:color="auto" w:fill="E6E6E6"/>
          </w:tcPr>
          <w:p w14:paraId="4F30F743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248AA6E6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Angaben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E6E6E6"/>
          </w:tcPr>
          <w:p w14:paraId="76318C0F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65D718BA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Überprüfung</w:t>
            </w:r>
          </w:p>
        </w:tc>
      </w:tr>
      <w:tr w:rsidR="00915BDE" w14:paraId="24729818" w14:textId="77777777" w:rsidTr="00DE079A">
        <w:tc>
          <w:tcPr>
            <w:tcW w:w="2005" w:type="pct"/>
            <w:tcBorders>
              <w:bottom w:val="single" w:sz="4" w:space="0" w:color="auto"/>
            </w:tcBorders>
            <w:shd w:val="clear" w:color="auto" w:fill="auto"/>
          </w:tcPr>
          <w:p w14:paraId="33026C43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F0005F3" w14:textId="77777777" w:rsidR="00915BDE" w:rsidRDefault="00915BDE" w:rsidP="00EE3284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Name der 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Subjekte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des Unternehmens</w:t>
            </w:r>
            <w:r w:rsidR="00893E21" w:rsidRPr="00893E21">
              <w:rPr>
                <w:lang w:val="de-DE"/>
              </w:rPr>
              <w:t xml:space="preserve"> 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mit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 xml:space="preserve"> spez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>fischen Aufgaben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, welche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mit der Ausführung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der Aufgaben gemäß Artikel 97 betraut 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 xml:space="preserve">worden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ind</w:t>
            </w:r>
          </w:p>
          <w:p w14:paraId="3EF143A6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  <w:shd w:val="clear" w:color="auto" w:fill="auto"/>
          </w:tcPr>
          <w:p w14:paraId="48BD0142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5E62589" w14:textId="77777777" w:rsidR="00915BDE" w:rsidRDefault="006E2BFC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Überprüfung von</w:t>
            </w:r>
            <w:r w:rsidR="00655B9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Name</w:t>
            </w:r>
            <w:r w:rsidR="00655B9F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 xml:space="preserve"> und </w:t>
            </w:r>
            <w:r w:rsidR="00337C02">
              <w:rPr>
                <w:rFonts w:ascii="Arial" w:hAnsi="Arial" w:cs="Arial"/>
                <w:sz w:val="16"/>
                <w:szCs w:val="16"/>
                <w:lang w:val="de-DE"/>
              </w:rPr>
              <w:t xml:space="preserve">spezifische 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A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ufgaben, welche in der Vorlage S03 angeg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ben sind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auto"/>
          </w:tcPr>
          <w:p w14:paraId="393AA31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9900E57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4682D6AD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2065E477" w14:textId="77777777" w:rsidTr="00DE079A">
        <w:trPr>
          <w:trHeight w:val="789"/>
        </w:trPr>
        <w:tc>
          <w:tcPr>
            <w:tcW w:w="2005" w:type="pct"/>
            <w:tcBorders>
              <w:bottom w:val="single" w:sz="4" w:space="0" w:color="auto"/>
            </w:tcBorders>
          </w:tcPr>
          <w:p w14:paraId="5B41A41D" w14:textId="77777777" w:rsidR="00CE0EF8" w:rsidRDefault="00CE0EF8" w:rsidP="00CE0EF8">
            <w:pPr>
              <w:pStyle w:val="Listenabsatz"/>
              <w:ind w:left="340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0041CCBF" w14:textId="77777777" w:rsidR="00CE0EF8" w:rsidRPr="00CE0EF8" w:rsidRDefault="00CE0EF8" w:rsidP="00CE0EF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Eintragung in die Handels-, Industrie-, Han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werkskammer mit Gegenstand der Gesel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schaft, welcher der Arbeitsvergabe entspricht</w:t>
            </w:r>
          </w:p>
          <w:p w14:paraId="7758778D" w14:textId="77777777" w:rsidR="00915BDE" w:rsidRDefault="00915BDE" w:rsidP="00CE0EF8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</w:tcPr>
          <w:p w14:paraId="17EF56F6" w14:textId="77777777" w:rsidR="00CE0EF8" w:rsidRDefault="00CE0EF8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3E7CB18" w14:textId="77777777" w:rsidR="00915BDE" w:rsidRDefault="008F5721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Gesellschaft</w:t>
            </w:r>
            <w:r w:rsidR="006E2BFC">
              <w:rPr>
                <w:rFonts w:ascii="Arial" w:hAnsi="Arial" w:cs="Arial"/>
                <w:sz w:val="16"/>
                <w:szCs w:val="16"/>
                <w:lang w:val="de-DE"/>
              </w:rPr>
              <w:t>szweck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überprüfen</w:t>
            </w:r>
          </w:p>
          <w:p w14:paraId="7E674C9A" w14:textId="77777777" w:rsidR="00915BDE" w:rsidRDefault="00915BDE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Ausstellungsdatu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m der Bescheinigung überprüfen</w:t>
            </w:r>
          </w:p>
        </w:tc>
        <w:tc>
          <w:tcPr>
            <w:tcW w:w="1123" w:type="pct"/>
            <w:tcBorders>
              <w:bottom w:val="single" w:sz="4" w:space="0" w:color="auto"/>
            </w:tcBorders>
          </w:tcPr>
          <w:p w14:paraId="5BF2BDEF" w14:textId="77777777" w:rsidR="00CE0EF8" w:rsidRDefault="00CE0EF8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A6D5BC2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15BDE" w:rsidRPr="00DE079A" w14:paraId="267E863A" w14:textId="77777777" w:rsidTr="00DE079A">
        <w:trPr>
          <w:trHeight w:val="114"/>
        </w:trPr>
        <w:tc>
          <w:tcPr>
            <w:tcW w:w="2005" w:type="pct"/>
            <w:tcBorders>
              <w:top w:val="single" w:sz="4" w:space="0" w:color="auto"/>
              <w:bottom w:val="nil"/>
            </w:tcBorders>
          </w:tcPr>
          <w:p w14:paraId="7FFA6B8A" w14:textId="77777777" w:rsidR="00035C27" w:rsidRDefault="00035C27" w:rsidP="00035C27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44FC83D2" w14:textId="77777777" w:rsidR="00915BDE" w:rsidRDefault="00915BDE" w:rsidP="009A7E63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Dokument </w:t>
            </w:r>
            <w:r w:rsidR="00035C27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der Risikobewertung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gemäß de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="00167A52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Art. 17, Absatz 1, Buchstabe a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und des Art. 28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(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GVD. 81/2008);</w:t>
            </w:r>
          </w:p>
          <w:p w14:paraId="2659DE57" w14:textId="77777777" w:rsidR="00DE079A" w:rsidRPr="008F5721" w:rsidRDefault="00DE079A" w:rsidP="00DE079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top w:val="single" w:sz="4" w:space="0" w:color="auto"/>
              <w:bottom w:val="nil"/>
            </w:tcBorders>
          </w:tcPr>
          <w:p w14:paraId="60B37B48" w14:textId="77777777" w:rsidR="00DE079A" w:rsidRDefault="00DE079A" w:rsidP="008F5721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08D6487" w14:textId="77777777" w:rsidR="00915BDE" w:rsidRDefault="00DE079A" w:rsidP="008F5721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Datum des Dokuments</w:t>
            </w:r>
          </w:p>
        </w:tc>
        <w:tc>
          <w:tcPr>
            <w:tcW w:w="1123" w:type="pct"/>
            <w:tcBorders>
              <w:top w:val="single" w:sz="4" w:space="0" w:color="auto"/>
              <w:bottom w:val="nil"/>
            </w:tcBorders>
          </w:tcPr>
          <w:p w14:paraId="2B56740C" w14:textId="77777777" w:rsidR="00DE079A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EAEC481" w14:textId="77777777" w:rsidR="00DE079A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01B56208" w14:textId="77777777" w:rsidR="00915BDE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662EA5C7" w14:textId="77777777" w:rsidTr="00DE079A">
        <w:trPr>
          <w:trHeight w:val="1956"/>
        </w:trPr>
        <w:tc>
          <w:tcPr>
            <w:tcW w:w="2005" w:type="pct"/>
          </w:tcPr>
          <w:p w14:paraId="5EF03730" w14:textId="77777777" w:rsidR="00915BDE" w:rsidRDefault="00915BDE" w:rsidP="008F5721">
            <w:p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40820E4B" w14:textId="77777777" w:rsidR="008F5721" w:rsidRDefault="008F5721" w:rsidP="009A7E63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86B35A0" w14:textId="77777777" w:rsidR="00915BDE" w:rsidRDefault="00915BDE" w:rsidP="009A7E63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Eventuelle Anwendung eines </w:t>
            </w:r>
            <w:r w:rsidR="00862FDB">
              <w:rPr>
                <w:rFonts w:ascii="Arial" w:hAnsi="Arial" w:cs="Arial"/>
                <w:sz w:val="16"/>
                <w:szCs w:val="16"/>
                <w:lang w:val="de-DE"/>
              </w:rPr>
              <w:t>betrieblichen Organisationsm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odell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gemäß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Art. 30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, A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b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atz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 5 (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UNI-INAIL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-Richtlinien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für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das G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sundheits- und Sicherheitsmanagementsy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tem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am Arbei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tsplatz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(GSMS) 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vom 28. Se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p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tember 2001 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der gemäß British Standard OHSAS 18001:2007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 oder ISO 45001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) – in diesem Fall eine Bescheinigung vorlegen. </w:t>
            </w:r>
          </w:p>
        </w:tc>
        <w:tc>
          <w:tcPr>
            <w:tcW w:w="1123" w:type="pct"/>
          </w:tcPr>
          <w:p w14:paraId="23F527EC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F0958B0" w14:textId="77777777" w:rsidR="008F5721" w:rsidRDefault="008F5721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49C0424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2057DFBA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4DCC341D" w14:textId="77777777" w:rsidTr="00DE079A">
        <w:trPr>
          <w:trHeight w:val="711"/>
        </w:trPr>
        <w:tc>
          <w:tcPr>
            <w:tcW w:w="2005" w:type="pct"/>
          </w:tcPr>
          <w:p w14:paraId="269AC0E0" w14:textId="77777777" w:rsidR="00EE3284" w:rsidRPr="00EE3284" w:rsidRDefault="00EE3284" w:rsidP="00EE3284">
            <w:pPr>
              <w:ind w:left="567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19E61556" w14:textId="77777777" w:rsidR="00915BDE" w:rsidRDefault="00915BDE" w:rsidP="009A7E63">
            <w:pPr>
              <w:numPr>
                <w:ilvl w:val="1"/>
                <w:numId w:val="5"/>
              </w:num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sicheres Datum</w:t>
            </w:r>
          </w:p>
        </w:tc>
        <w:tc>
          <w:tcPr>
            <w:tcW w:w="1872" w:type="pct"/>
          </w:tcPr>
          <w:p w14:paraId="2ACD546B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22C4DFC" w14:textId="77777777" w:rsidR="00915BDE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Datum des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Dokuments überprüfen</w:t>
            </w:r>
          </w:p>
          <w:p w14:paraId="18B89078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7B8B0FDA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0EC0A3F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1A51C3A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067769C4" w14:textId="77777777" w:rsidTr="00DE079A">
        <w:trPr>
          <w:trHeight w:val="1238"/>
        </w:trPr>
        <w:tc>
          <w:tcPr>
            <w:tcW w:w="2005" w:type="pct"/>
          </w:tcPr>
          <w:p w14:paraId="2DF810D5" w14:textId="77777777" w:rsidR="00EE3284" w:rsidRPr="00EE3284" w:rsidRDefault="00EE3284" w:rsidP="00EE3284">
            <w:pPr>
              <w:ind w:left="567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20AA7C1F" w14:textId="77777777" w:rsidR="00915BDE" w:rsidRPr="00EE3284" w:rsidRDefault="00EE3284" w:rsidP="00EE328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ein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Bericht über die Bewertung aller während der Arbeitstätigkeit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bestehe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den Risiken für d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ie Sicherheit und 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sundheit, in dem a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uch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die Bew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ertung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kriterien angegeben sind;</w:t>
            </w:r>
          </w:p>
        </w:tc>
        <w:tc>
          <w:tcPr>
            <w:tcW w:w="1872" w:type="pct"/>
          </w:tcPr>
          <w:p w14:paraId="47686257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A917C79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Bewertete Risiken: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Zusammenhang mit dem Bausektor (zum Beispiel: Absturz, Verschü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tung, Lärm,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Vibrationen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chemische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elektr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sche Risiken, Brand, Bewegung von Lasten usw.)</w:t>
            </w:r>
          </w:p>
        </w:tc>
        <w:tc>
          <w:tcPr>
            <w:tcW w:w="1123" w:type="pct"/>
          </w:tcPr>
          <w:p w14:paraId="0A60F1C5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427D4CE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v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orhanden</w:t>
            </w:r>
          </w:p>
          <w:p w14:paraId="471BAC3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 xml:space="preserve"> nicht vorhanden</w:t>
            </w:r>
          </w:p>
          <w:p w14:paraId="0BA9A6FA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34BA3710" w14:textId="77777777" w:rsidTr="00DE079A">
        <w:trPr>
          <w:trHeight w:val="830"/>
        </w:trPr>
        <w:tc>
          <w:tcPr>
            <w:tcW w:w="2005" w:type="pct"/>
          </w:tcPr>
          <w:p w14:paraId="2E21265F" w14:textId="77777777" w:rsidR="00EE3284" w:rsidRPr="00EE3284" w:rsidRDefault="00EE3284" w:rsidP="00EE3284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8C9DDC2" w14:textId="77777777" w:rsidR="00915BDE" w:rsidRDefault="00915BDE" w:rsidP="00EE328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Angabe der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umgesetzten Präventions– und Schutzmaßnahmen und vorges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henen persönlichen Schutzausrüstu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gen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gemäß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Bewertung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  <w:p w14:paraId="034D2DC0" w14:textId="77777777" w:rsidR="00EE3284" w:rsidRDefault="00EE3284" w:rsidP="00EE3284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42E0E329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8776F84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17DD0">
              <w:rPr>
                <w:rFonts w:ascii="Arial" w:hAnsi="Arial" w:cs="Arial"/>
                <w:sz w:val="16"/>
                <w:szCs w:val="16"/>
                <w:lang w:val="de-DE"/>
              </w:rPr>
              <w:t>“</w:t>
            </w:r>
            <w:r w:rsidR="006E0637" w:rsidRPr="00417DD0">
              <w:rPr>
                <w:rFonts w:ascii="Arial" w:hAnsi="Arial" w:cs="Arial"/>
                <w:sz w:val="16"/>
                <w:szCs w:val="16"/>
                <w:lang w:val="de-DE"/>
              </w:rPr>
              <w:t>überschneidende</w:t>
            </w:r>
            <w:r w:rsidRPr="00417DD0">
              <w:rPr>
                <w:rFonts w:ascii="Arial" w:hAnsi="Arial" w:cs="Arial"/>
                <w:sz w:val="16"/>
                <w:szCs w:val="16"/>
                <w:lang w:val="de-DE"/>
              </w:rPr>
              <w:t>” Überprüfung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mit den vo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her hervorgehobenen Risiken</w:t>
            </w:r>
          </w:p>
          <w:p w14:paraId="28FE00B5" w14:textId="77777777" w:rsidR="00915BDE" w:rsidRDefault="00915BDE" w:rsidP="009A7E6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336DECD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B2463E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5E186BCE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69EC9919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5D2F8F62" w14:textId="77777777" w:rsidTr="00DE079A">
        <w:trPr>
          <w:trHeight w:val="828"/>
        </w:trPr>
        <w:tc>
          <w:tcPr>
            <w:tcW w:w="2005" w:type="pct"/>
          </w:tcPr>
          <w:p w14:paraId="66DF38A0" w14:textId="77777777" w:rsidR="00D06A7E" w:rsidRDefault="00D06A7E" w:rsidP="00D06A7E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C8C4DD6" w14:textId="77777777" w:rsidR="00D06A7E" w:rsidRDefault="00740F02" w:rsidP="00740F02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das Programm der Maßnahmen, die für angemessen erachtet werden,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um die langfristige Verbesserung der Siche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heitsstandards zu gewährleisten;</w:t>
            </w:r>
          </w:p>
          <w:p w14:paraId="4D92B9F2" w14:textId="77777777" w:rsidR="00740F02" w:rsidRDefault="00740F02" w:rsidP="00740F02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10F46364" w14:textId="77777777" w:rsidR="00FC29F5" w:rsidRDefault="00FC29F5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A95AB14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Eventuelle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Aus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bildung der Arbeit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nehmer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Anpassung der Geräteausstattung, organisat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rische Verfahren, periodische Sitzungen und entsprechende Niederschriften </w:t>
            </w:r>
          </w:p>
        </w:tc>
        <w:tc>
          <w:tcPr>
            <w:tcW w:w="1123" w:type="pct"/>
          </w:tcPr>
          <w:p w14:paraId="2AD0D723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8DA2E63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5532492E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052E52EA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74831E7F" w14:textId="77777777" w:rsidTr="00DE079A">
        <w:trPr>
          <w:trHeight w:val="1577"/>
        </w:trPr>
        <w:tc>
          <w:tcPr>
            <w:tcW w:w="2005" w:type="pct"/>
          </w:tcPr>
          <w:p w14:paraId="049C7B2C" w14:textId="77777777" w:rsidR="008E0624" w:rsidRDefault="008E0624" w:rsidP="008E0624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22DEEED" w14:textId="77777777" w:rsidR="00915BDE" w:rsidRPr="008E0624" w:rsidRDefault="008E0624" w:rsidP="008E062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Ermittlung der Umsetzungsverfahren der Realisierungsmaßnahmen,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sowie die Aufgaben der dafür zuständigen B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triebsorganisation, der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ausschließlich Personen zugewies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en werden dürfen, die über ange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messene Komp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etenzen und Befugnisse verfügen</w:t>
            </w:r>
            <w:r w:rsidR="00915BDE" w:rsidRPr="008E0624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  <w:p w14:paraId="3733A675" w14:textId="77777777" w:rsidR="008E0624" w:rsidRDefault="008E0624" w:rsidP="008E0624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53859E5D" w14:textId="77777777" w:rsidR="00FC29F5" w:rsidRDefault="00FC29F5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81927AE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Organigramm des Betriebes im Bereich der Sicherheit: Arbeitgeber, Leiter der Dienststelle für Arbeitsschutz </w:t>
            </w:r>
            <w:r w:rsidR="0008245B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LDSA</w:t>
            </w:r>
            <w:r w:rsidR="0008245B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zuständiger B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triebsarzt, Sicherheitssprecher, Beauftragte für Notfalleinsätze, leitende Angestellte, Vorg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setzte usw.</w:t>
            </w:r>
          </w:p>
          <w:p w14:paraId="08142C82" w14:textId="77777777" w:rsidR="00915BDE" w:rsidRDefault="00915BDE" w:rsidP="009A7E6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08FC3918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F26F43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24746336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200ED80D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1F73A4F1" w14:textId="77777777" w:rsidTr="00DE079A">
        <w:trPr>
          <w:trHeight w:val="1144"/>
        </w:trPr>
        <w:tc>
          <w:tcPr>
            <w:tcW w:w="2005" w:type="pct"/>
          </w:tcPr>
          <w:p w14:paraId="6535DBAE" w14:textId="77777777" w:rsidR="006A1E87" w:rsidRPr="00C430D5" w:rsidRDefault="006A1E87" w:rsidP="006A1E87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E3991A1" w14:textId="77777777" w:rsidR="00915BDE" w:rsidRPr="00C430D5" w:rsidRDefault="006A1E87" w:rsidP="006A1E87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Name des Leiters des Arbeitsschut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z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dienstes, des Sicherheitssprechers 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o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der des territorialen Sicherheitsspr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chers und des Betriebsarztes</w:t>
            </w:r>
            <w:r w:rsidR="00915BDE" w:rsidRPr="00C430D5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</w:tc>
        <w:tc>
          <w:tcPr>
            <w:tcW w:w="1872" w:type="pct"/>
          </w:tcPr>
          <w:p w14:paraId="6194AB26" w14:textId="77777777" w:rsidR="00D15DD9" w:rsidRPr="00C430D5" w:rsidRDefault="00D15DD9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F76AC98" w14:textId="77777777" w:rsidR="00915BDE" w:rsidRPr="00C430D5" w:rsidRDefault="00D576C3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Namen und V</w:t>
            </w:r>
            <w:r w:rsidR="00915BDE" w:rsidRPr="00C430D5">
              <w:rPr>
                <w:rFonts w:ascii="Arial" w:hAnsi="Arial" w:cs="Arial"/>
                <w:sz w:val="16"/>
                <w:szCs w:val="16"/>
                <w:lang w:val="de-DE"/>
              </w:rPr>
              <w:t>oraussetzungen:</w:t>
            </w:r>
          </w:p>
          <w:p w14:paraId="26C80A41" w14:textId="77777777" w:rsidR="00915BDE" w:rsidRPr="00C430D5" w:rsidRDefault="00915BDE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Leiter </w:t>
            </w:r>
            <w:r w:rsidR="00C430D5" w:rsidRPr="00C430D5">
              <w:rPr>
                <w:rFonts w:ascii="Arial" w:hAnsi="Arial" w:cs="Arial"/>
                <w:sz w:val="16"/>
                <w:szCs w:val="16"/>
                <w:lang w:val="de-DE"/>
              </w:rPr>
              <w:t>des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 Arbeitsschutz</w:t>
            </w:r>
            <w:r w:rsidR="00C430D5" w:rsidRPr="00C430D5">
              <w:rPr>
                <w:rFonts w:ascii="Arial" w:hAnsi="Arial" w:cs="Arial"/>
                <w:sz w:val="16"/>
                <w:szCs w:val="16"/>
                <w:lang w:val="de-DE"/>
              </w:rPr>
              <w:t>dienstes</w:t>
            </w:r>
          </w:p>
          <w:p w14:paraId="633E1A94" w14:textId="77777777" w:rsidR="00915BDE" w:rsidRPr="00C430D5" w:rsidRDefault="00C430D5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Beauftragter für das Notfallmanagement auf der Baustelle oder Gebietssicherheitsspr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cher</w:t>
            </w:r>
          </w:p>
          <w:p w14:paraId="608E9E18" w14:textId="77777777" w:rsidR="00915BDE" w:rsidRPr="00C430D5" w:rsidRDefault="00915BDE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Betriebsarzt</w:t>
            </w:r>
          </w:p>
          <w:p w14:paraId="5A53E1FF" w14:textId="77777777" w:rsidR="00D15DD9" w:rsidRPr="00C430D5" w:rsidRDefault="00D15DD9" w:rsidP="00D15DD9">
            <w:pPr>
              <w:ind w:lef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5F11E753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CE44660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6C6CA7F0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16DA0D78" w14:textId="77777777" w:rsidTr="00DE079A">
        <w:trPr>
          <w:trHeight w:val="1375"/>
        </w:trPr>
        <w:tc>
          <w:tcPr>
            <w:tcW w:w="2005" w:type="pct"/>
          </w:tcPr>
          <w:p w14:paraId="328B63AE" w14:textId="77777777" w:rsidR="00A1017A" w:rsidRDefault="00A1017A" w:rsidP="00A1017A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87BD18B" w14:textId="77777777" w:rsidR="00915BDE" w:rsidRDefault="00D37CE7" w:rsidP="00D37CE7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Ermittlung der Aufgabenbereiche, bei denen die Arbeitnehmer eventuell sp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zifischen Risiken ausgesetzt sind, we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che eine anerkannte Berufsfähigkeit, spezifische Erfahrung und eine ang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messene Ausbildung und Schulung 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fordern.</w:t>
            </w:r>
          </w:p>
          <w:p w14:paraId="31229857" w14:textId="77777777" w:rsidR="00A1017A" w:rsidRDefault="00A1017A" w:rsidP="00A1017A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173B0917" w14:textId="77777777" w:rsidR="00B37770" w:rsidRDefault="00B37770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ED875C5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Zum Beispiel: Gerüstbauer, Kranführer, 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bewegungsmaschinen, 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>unter Spannung st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 xml:space="preserve">hende </w:t>
            </w:r>
            <w:r w:rsidR="00B37770">
              <w:rPr>
                <w:rFonts w:ascii="Arial" w:hAnsi="Arial" w:cs="Arial"/>
                <w:sz w:val="16"/>
                <w:szCs w:val="16"/>
                <w:lang w:val="de-DE"/>
              </w:rPr>
              <w:t>elektrische Baustellenanlagen</w:t>
            </w:r>
          </w:p>
        </w:tc>
        <w:tc>
          <w:tcPr>
            <w:tcW w:w="1123" w:type="pct"/>
          </w:tcPr>
          <w:p w14:paraId="612AEC2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6B31326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5EF2775D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 xml:space="preserve">nicht vorhanden </w:t>
            </w:r>
          </w:p>
        </w:tc>
      </w:tr>
      <w:tr w:rsidR="00915BDE" w14:paraId="69135349" w14:textId="77777777" w:rsidTr="00DE079A">
        <w:trPr>
          <w:trHeight w:val="648"/>
        </w:trPr>
        <w:tc>
          <w:tcPr>
            <w:tcW w:w="2005" w:type="pct"/>
          </w:tcPr>
          <w:p w14:paraId="46437089" w14:textId="77777777" w:rsidR="00A1017A" w:rsidRPr="00A1017A" w:rsidRDefault="00A1017A" w:rsidP="00A1017A">
            <w:pPr>
              <w:ind w:left="340"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  <w:p w14:paraId="24411D99" w14:textId="77777777" w:rsidR="00915BDE" w:rsidRPr="00A1017A" w:rsidRDefault="0008245B" w:rsidP="0008245B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Sam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melbescheinigung </w:t>
            </w:r>
            <w:r w:rsidR="00D057A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über die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ordnung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ge</w:t>
            </w:r>
            <w:r w:rsidRP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mäße Beitragslage</w:t>
            </w:r>
            <w:r w:rsidR="00915BD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(DURC)</w:t>
            </w:r>
          </w:p>
          <w:p w14:paraId="71194AA6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7251BADD" w14:textId="77777777" w:rsidR="003C3CED" w:rsidRDefault="003C3CED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47A942A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Gültigkeit </w:t>
            </w:r>
            <w:r w:rsidR="00D74C07">
              <w:rPr>
                <w:rFonts w:ascii="Arial" w:hAnsi="Arial" w:cs="Arial"/>
                <w:sz w:val="16"/>
                <w:szCs w:val="16"/>
                <w:lang w:val="de-DE"/>
              </w:rPr>
              <w:t>120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Tage </w:t>
            </w:r>
          </w:p>
        </w:tc>
        <w:tc>
          <w:tcPr>
            <w:tcW w:w="1123" w:type="pct"/>
          </w:tcPr>
          <w:p w14:paraId="2D92EE0B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8C2ED37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15BDE" w14:paraId="2D4C406C" w14:textId="77777777" w:rsidTr="00DE079A">
        <w:trPr>
          <w:trHeight w:val="699"/>
        </w:trPr>
        <w:tc>
          <w:tcPr>
            <w:tcW w:w="2005" w:type="pct"/>
          </w:tcPr>
          <w:p w14:paraId="256EFE8C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2E281155" w14:textId="77777777" w:rsidR="00915BDE" w:rsidRDefault="00915BDE" w:rsidP="009A7E63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Erklärung, keinen Unterbrechungsma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ß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nahmen 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oder keinem Tätigkeitsverbot g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mäß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Art. 14 des Einheitstextes (</w:t>
            </w:r>
            <w:r w:rsid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. 81/2008) 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zu unterliegen.</w:t>
            </w:r>
          </w:p>
          <w:p w14:paraId="522DC6DD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4132F616" w14:textId="77777777" w:rsidR="006D0D17" w:rsidRDefault="006D0D17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B176FC0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Erklärung des Arbeitgebers betreffend das spezifische Bauvorhaben</w:t>
            </w:r>
          </w:p>
        </w:tc>
        <w:tc>
          <w:tcPr>
            <w:tcW w:w="1123" w:type="pct"/>
          </w:tcPr>
          <w:p w14:paraId="2D26F6B6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AD3756A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</w:tbl>
    <w:p w14:paraId="61502BB3" w14:textId="77777777" w:rsidR="00915BDE" w:rsidRDefault="00915BDE" w:rsidP="00915BDE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</w:p>
    <w:p w14:paraId="5BA96245" w14:textId="77777777" w:rsidR="00915BDE" w:rsidRDefault="00915BDE" w:rsidP="00915BDE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Arial" w:hAnsi="Arial" w:cs="Arial"/>
          <w:snapToGrid w:val="0"/>
          <w:sz w:val="16"/>
          <w:lang w:val="de-DE"/>
        </w:rPr>
        <w:t>Nach Anhören der Anwesenden hinsichtlich der vom Auftragnehmer</w:t>
      </w:r>
      <w:r>
        <w:rPr>
          <w:rFonts w:ascii="Arial" w:hAnsi="Arial" w:cs="Arial"/>
          <w:snapToGrid w:val="0"/>
          <w:color w:val="008000"/>
          <w:sz w:val="16"/>
          <w:lang w:val="de-DE"/>
        </w:rPr>
        <w:t xml:space="preserve"> </w:t>
      </w:r>
      <w:r>
        <w:rPr>
          <w:rFonts w:ascii="Arial" w:hAnsi="Arial" w:cs="Arial"/>
          <w:snapToGrid w:val="0"/>
          <w:sz w:val="16"/>
          <w:lang w:val="de-DE"/>
        </w:rPr>
        <w:t xml:space="preserve">vorgelegten </w:t>
      </w:r>
      <w:r w:rsidR="00DF69B7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>:</w:t>
      </w:r>
    </w:p>
    <w:p w14:paraId="0C2BCEA8" w14:textId="77777777" w:rsidR="00DE079A" w:rsidRDefault="00DE079A" w:rsidP="00915BDE">
      <w:pPr>
        <w:spacing w:line="360" w:lineRule="auto"/>
        <w:ind w:left="705" w:hanging="705"/>
        <w:jc w:val="both"/>
        <w:rPr>
          <w:rFonts w:ascii="OpenSymbol" w:hAnsi="OpenSymbol" w:cs="Arial"/>
          <w:snapToGrid w:val="0"/>
          <w:color w:val="000000"/>
          <w:sz w:val="16"/>
          <w:lang w:val="de-DE"/>
        </w:rPr>
      </w:pPr>
    </w:p>
    <w:p w14:paraId="07A3B17E" w14:textId="77777777" w:rsidR="00915BDE" w:rsidRDefault="00915BDE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  <w:r w:rsidRPr="00417DD0"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stimmt man überein, dass die vom </w:t>
      </w:r>
      <w:r w:rsidRPr="00417DD0">
        <w:rPr>
          <w:rFonts w:ascii="Arial" w:hAnsi="Arial" w:cs="Arial"/>
          <w:snapToGrid w:val="0"/>
          <w:sz w:val="16"/>
          <w:lang w:val="de-DE"/>
        </w:rPr>
        <w:t>Auftragnehmer</w:t>
      </w:r>
      <w:r w:rsidR="001B6C0F" w:rsidRPr="00417DD0">
        <w:rPr>
          <w:rFonts w:ascii="Arial" w:hAnsi="Arial" w:cs="Arial"/>
          <w:snapToGrid w:val="0"/>
          <w:sz w:val="16"/>
          <w:lang w:val="de-DE"/>
        </w:rPr>
        <w:t xml:space="preserve"> vorgelegte</w:t>
      </w:r>
      <w:r w:rsidR="00EE6FC7" w:rsidRPr="00417DD0">
        <w:rPr>
          <w:rFonts w:ascii="Arial" w:hAnsi="Arial" w:cs="Arial"/>
          <w:snapToGrid w:val="0"/>
          <w:sz w:val="16"/>
          <w:lang w:val="de-DE"/>
        </w:rPr>
        <w:t xml:space="preserve"> Dokumentation</w:t>
      </w:r>
      <w:r w:rsidRPr="00417DD0">
        <w:rPr>
          <w:rFonts w:ascii="Arial" w:hAnsi="Arial" w:cs="Arial"/>
          <w:snapToGrid w:val="0"/>
          <w:sz w:val="16"/>
          <w:lang w:val="de-DE"/>
        </w:rPr>
        <w:t xml:space="preserve"> </w:t>
      </w:r>
      <w:r w:rsidR="0001169C" w:rsidRPr="00417DD0">
        <w:rPr>
          <w:rFonts w:ascii="Arial" w:hAnsi="Arial" w:cs="Arial"/>
          <w:snapToGrid w:val="0"/>
          <w:sz w:val="16"/>
          <w:lang w:val="de-DE"/>
        </w:rPr>
        <w:t>vorhanden</w:t>
      </w:r>
      <w:r w:rsidRPr="00417DD0">
        <w:rPr>
          <w:rFonts w:ascii="Arial" w:hAnsi="Arial" w:cs="Arial"/>
          <w:snapToGrid w:val="0"/>
          <w:sz w:val="16"/>
          <w:lang w:val="de-DE"/>
        </w:rPr>
        <w:t xml:space="preserve"> </w:t>
      </w:r>
      <w:r w:rsidR="00EE6FC7" w:rsidRPr="00417DD0">
        <w:rPr>
          <w:rFonts w:ascii="Arial" w:hAnsi="Arial" w:cs="Arial"/>
          <w:snapToGrid w:val="0"/>
          <w:sz w:val="16"/>
          <w:lang w:val="de-DE"/>
        </w:rPr>
        <w:t>ist</w:t>
      </w:r>
      <w:r w:rsidRPr="00417DD0">
        <w:rPr>
          <w:rFonts w:ascii="Arial" w:hAnsi="Arial" w:cs="Arial"/>
          <w:snapToGrid w:val="0"/>
          <w:sz w:val="16"/>
          <w:lang w:val="de-DE"/>
        </w:rPr>
        <w:t>.</w:t>
      </w:r>
    </w:p>
    <w:p w14:paraId="2DDCD391" w14:textId="77777777" w:rsidR="00DE079A" w:rsidRPr="00417DD0" w:rsidRDefault="00DE079A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</w:p>
    <w:p w14:paraId="0BAD1C46" w14:textId="77777777" w:rsidR="00915BDE" w:rsidRDefault="00915BDE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color w:val="000000"/>
          <w:sz w:val="16"/>
          <w:lang w:val="de-DE"/>
        </w:rPr>
      </w:pPr>
      <w:r w:rsidRPr="00417DD0"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wird die Ergänzung der </w:t>
      </w:r>
      <w:r w:rsidR="00EE6FC7" w:rsidRPr="00417DD0">
        <w:rPr>
          <w:rFonts w:ascii="Arial" w:hAnsi="Arial" w:cs="Arial"/>
          <w:snapToGrid w:val="0"/>
          <w:color w:val="000000"/>
          <w:sz w:val="16"/>
          <w:lang w:val="de-DE"/>
        </w:rPr>
        <w:t>Dokumentation,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wie oben</w:t>
      </w:r>
      <w:r w:rsidR="001B6C0F"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angeführt</w:t>
      </w:r>
      <w:r w:rsidR="00EE6FC7" w:rsidRPr="00417DD0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gefordert</w:t>
      </w:r>
      <w:r>
        <w:rPr>
          <w:rFonts w:ascii="Arial" w:hAnsi="Arial" w:cs="Arial"/>
          <w:snapToGrid w:val="0"/>
          <w:color w:val="000000"/>
          <w:sz w:val="16"/>
          <w:lang w:val="de-DE"/>
        </w:rPr>
        <w:t>.</w:t>
      </w:r>
    </w:p>
    <w:p w14:paraId="0B225E8F" w14:textId="77777777" w:rsidR="00DE079A" w:rsidRDefault="00DE079A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</w:p>
    <w:p w14:paraId="40923F1C" w14:textId="77777777" w:rsidR="00F87349" w:rsidRDefault="00B42FB9" w:rsidP="00F87349">
      <w:pPr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_____________________________</w:t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____</w:t>
      </w:r>
    </w:p>
    <w:p w14:paraId="458BE0A0" w14:textId="77777777" w:rsidR="00F87349" w:rsidRDefault="00F87349" w:rsidP="00F87349">
      <w:pPr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</w:p>
    <w:p w14:paraId="22353098" w14:textId="77777777" w:rsidR="00F87349" w:rsidRDefault="00B42FB9" w:rsidP="00DF69B7">
      <w:pPr>
        <w:spacing w:line="360" w:lineRule="auto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="00CC4F3B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d</w:t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er</w:t>
      </w:r>
      <w:r w:rsidR="00CC4F3B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/die</w:t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 </w:t>
      </w:r>
      <w:r w:rsidR="00DF69B7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Einzige </w:t>
      </w:r>
      <w:r w:rsidR="00D97870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Verfahrensverantwortliche (EVV</w:t>
      </w:r>
      <w:bookmarkStart w:id="5" w:name="_GoBack"/>
      <w:bookmarkEnd w:id="5"/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)</w:t>
      </w:r>
    </w:p>
    <w:p w14:paraId="6D960238" w14:textId="77777777" w:rsidR="00DF69B7" w:rsidRPr="00915BDE" w:rsidRDefault="00DF69B7" w:rsidP="00DF69B7">
      <w:pPr>
        <w:spacing w:line="360" w:lineRule="auto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Pr="00DE079A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(mit sichtbarer digitaler Unterschrift unterzeichnet)</w:t>
      </w:r>
    </w:p>
    <w:sectPr w:rsidR="00DF69B7" w:rsidRPr="00915BDE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B047D" w14:textId="77777777" w:rsidR="00361CEE" w:rsidRDefault="00361CEE">
      <w:r>
        <w:separator/>
      </w:r>
    </w:p>
  </w:endnote>
  <w:endnote w:type="continuationSeparator" w:id="0">
    <w:p w14:paraId="7529DFC0" w14:textId="77777777" w:rsidR="00361CEE" w:rsidRDefault="0036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E222E" w14:textId="77777777" w:rsidR="00B62835" w:rsidRDefault="00B62835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D97870">
      <w:rPr>
        <w:rStyle w:val="Seitenzahl"/>
        <w:rFonts w:ascii="Tahoma" w:hAnsi="Tahoma"/>
        <w:noProof/>
        <w:sz w:val="16"/>
      </w:rPr>
      <w:t>2</w:t>
    </w:r>
    <w:r>
      <w:rPr>
        <w:rStyle w:val="Seitenzahl"/>
        <w:rFonts w:ascii="Tahoma" w:hAnsi="Tahoma"/>
        <w:sz w:val="16"/>
      </w:rPr>
      <w:fldChar w:fldCharType="end"/>
    </w:r>
  </w:p>
  <w:p w14:paraId="00423C72" w14:textId="77777777" w:rsidR="00B62835" w:rsidRPr="00940202" w:rsidRDefault="00361CEE" w:rsidP="001F2D87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33D1A3" wp14:editId="6DFE3A1F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7E997" w14:textId="77777777" w:rsidR="00B62835" w:rsidRPr="008F5721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</w:t>
                          </w:r>
                          <w:r w:rsidR="008F5721"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AOV – Agentur für öffentliche Verträge</w:t>
                          </w:r>
                        </w:p>
                        <w:p w14:paraId="1F69217F" w14:textId="77777777" w:rsidR="00B62835" w:rsidRPr="008F5721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</w:t>
                          </w:r>
                          <w:r w:rsidR="00417DD0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5</w:t>
                          </w:r>
                          <w:r w:rsidR="001F2D87"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/201</w:t>
                          </w:r>
                          <w:r w:rsid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62835" w:rsidRPr="008F5721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</w:t>
                    </w:r>
                    <w:r w:rsidR="008F5721"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AOV – Agentur für öffentliche Verträge</w:t>
                    </w:r>
                  </w:p>
                  <w:p w:rsidR="00B62835" w:rsidRPr="008F5721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</w:t>
                    </w:r>
                    <w:r w:rsidR="00417DD0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5</w:t>
                    </w:r>
                    <w:r w:rsidR="001F2D87"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/201</w:t>
                    </w:r>
                    <w:r w:rsid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08A448" wp14:editId="5F934315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50025C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  <w:lang w:val="de-DE" w:eastAsia="de-DE"/>
      </w:rPr>
      <w:drawing>
        <wp:inline distT="0" distB="0" distL="0" distR="0" wp14:anchorId="2F81702B" wp14:editId="13B8FEE9">
          <wp:extent cx="213360" cy="25908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017BB" w14:textId="77777777" w:rsidR="00361CEE" w:rsidRDefault="00361CEE">
      <w:r>
        <w:separator/>
      </w:r>
    </w:p>
  </w:footnote>
  <w:footnote w:type="continuationSeparator" w:id="0">
    <w:p w14:paraId="6DC640BE" w14:textId="77777777" w:rsidR="00361CEE" w:rsidRDefault="00361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41261"/>
    <w:multiLevelType w:val="hybridMultilevel"/>
    <w:tmpl w:val="7B2E1886"/>
    <w:lvl w:ilvl="0" w:tplc="818C75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83A9D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8780C40"/>
    <w:multiLevelType w:val="hybridMultilevel"/>
    <w:tmpl w:val="5A10983C"/>
    <w:lvl w:ilvl="0" w:tplc="57E0B140">
      <w:start w:val="49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color w:val="000000"/>
        <w:sz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EE"/>
    <w:rsid w:val="0001169C"/>
    <w:rsid w:val="00035C27"/>
    <w:rsid w:val="000375CF"/>
    <w:rsid w:val="0008245B"/>
    <w:rsid w:val="0014034D"/>
    <w:rsid w:val="00167A52"/>
    <w:rsid w:val="001B6C0F"/>
    <w:rsid w:val="001F2D87"/>
    <w:rsid w:val="00263B76"/>
    <w:rsid w:val="00337C02"/>
    <w:rsid w:val="00361CEE"/>
    <w:rsid w:val="003C3CED"/>
    <w:rsid w:val="00417DD0"/>
    <w:rsid w:val="00447278"/>
    <w:rsid w:val="0048627E"/>
    <w:rsid w:val="00490CC4"/>
    <w:rsid w:val="004B6086"/>
    <w:rsid w:val="004F52B8"/>
    <w:rsid w:val="00581EF6"/>
    <w:rsid w:val="005A604A"/>
    <w:rsid w:val="005A77DC"/>
    <w:rsid w:val="005C6199"/>
    <w:rsid w:val="00655B9F"/>
    <w:rsid w:val="00695E65"/>
    <w:rsid w:val="006A1E87"/>
    <w:rsid w:val="006B38CB"/>
    <w:rsid w:val="006D0D17"/>
    <w:rsid w:val="006D3B6D"/>
    <w:rsid w:val="006E0637"/>
    <w:rsid w:val="006E2BFC"/>
    <w:rsid w:val="006E62A3"/>
    <w:rsid w:val="00740F02"/>
    <w:rsid w:val="00793210"/>
    <w:rsid w:val="007C7BD1"/>
    <w:rsid w:val="007D5FA6"/>
    <w:rsid w:val="007F02A8"/>
    <w:rsid w:val="00802333"/>
    <w:rsid w:val="00862FDB"/>
    <w:rsid w:val="00893E21"/>
    <w:rsid w:val="008E0624"/>
    <w:rsid w:val="008F5721"/>
    <w:rsid w:val="0090094C"/>
    <w:rsid w:val="00910569"/>
    <w:rsid w:val="00915BDE"/>
    <w:rsid w:val="00957E0A"/>
    <w:rsid w:val="00963907"/>
    <w:rsid w:val="009A7E63"/>
    <w:rsid w:val="009B4365"/>
    <w:rsid w:val="00A1017A"/>
    <w:rsid w:val="00A16F64"/>
    <w:rsid w:val="00A66CDA"/>
    <w:rsid w:val="00AA4F3E"/>
    <w:rsid w:val="00B37770"/>
    <w:rsid w:val="00B42FB9"/>
    <w:rsid w:val="00B62835"/>
    <w:rsid w:val="00C430D5"/>
    <w:rsid w:val="00C46A65"/>
    <w:rsid w:val="00CC4F3B"/>
    <w:rsid w:val="00CE0EF8"/>
    <w:rsid w:val="00D057A1"/>
    <w:rsid w:val="00D06A7E"/>
    <w:rsid w:val="00D15DD9"/>
    <w:rsid w:val="00D36FBC"/>
    <w:rsid w:val="00D37CE7"/>
    <w:rsid w:val="00D576C3"/>
    <w:rsid w:val="00D74C07"/>
    <w:rsid w:val="00D97870"/>
    <w:rsid w:val="00DB6653"/>
    <w:rsid w:val="00DE079A"/>
    <w:rsid w:val="00DE522F"/>
    <w:rsid w:val="00DF5E07"/>
    <w:rsid w:val="00DF69B7"/>
    <w:rsid w:val="00EA2590"/>
    <w:rsid w:val="00EB1BE0"/>
    <w:rsid w:val="00EE3284"/>
    <w:rsid w:val="00EE6FC7"/>
    <w:rsid w:val="00F21B66"/>
    <w:rsid w:val="00F52E6C"/>
    <w:rsid w:val="00F87349"/>
    <w:rsid w:val="00FC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3BF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BDE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15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0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BDE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15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0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27424\AppData\Local\Microsoft\Windows\Temporary%20Internet%20Files\Content.IE5\E9A8GXAJ\S.5%20Baustelle+200%20MT-&#195;&#402;&#197;&#8220;berpr.der%20tech.+beruf.Leistungsf.-Unternehmen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\Users\pb27424\AppData\Local\Microsoft\Windows\Temporary Internet Files\Content.IE5\E9A8GXAJ\S.5 Baustelle+200 MT-ÃƒÅ“berpr.der tech.+beruf.Leistungsf.-Unternehmen.dot</Template>
  <TotalTime>0</TotalTime>
  <Pages>2</Pages>
  <Words>691</Words>
  <Characters>4358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Mittermair, Nicole</dc:creator>
  <cp:keywords/>
  <dc:description/>
  <cp:lastModifiedBy>* *</cp:lastModifiedBy>
  <cp:revision>43</cp:revision>
  <cp:lastPrinted>2012-04-11T12:52:00Z</cp:lastPrinted>
  <dcterms:created xsi:type="dcterms:W3CDTF">2018-04-26T11:43:00Z</dcterms:created>
  <dcterms:modified xsi:type="dcterms:W3CDTF">2020-04-08T14:36:00Z</dcterms:modified>
</cp:coreProperties>
</file>